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2B8B0E1B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DC6D0C" w:rsidRPr="003E2FB7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2020-2023</w:t>
      </w:r>
      <w:r w:rsidR="00DC6D0C" w:rsidRPr="00C97263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1916D897" w14:textId="13CA95AF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B970CC">
        <w:rPr>
          <w:rFonts w:ascii="Corbel" w:hAnsi="Corbel"/>
          <w:sz w:val="20"/>
          <w:szCs w:val="20"/>
        </w:rPr>
        <w:t>2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B970CC">
        <w:rPr>
          <w:rFonts w:ascii="Corbel" w:hAnsi="Corbel"/>
          <w:sz w:val="20"/>
          <w:szCs w:val="20"/>
        </w:rPr>
        <w:t>3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1C4F8750" w:rsidR="0085747A" w:rsidRPr="009C54AE" w:rsidRDefault="006928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C4DCDCF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4557C4C" w:rsidR="004D1026" w:rsidRPr="009C54AE" w:rsidRDefault="002E3C0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0" w:name="_Hlk57004889"/>
      <w:r w:rsidRPr="003E0BC0">
        <w:rPr>
          <w:rFonts w:ascii="Corbel" w:hAnsi="Corbel"/>
          <w:b w:val="0"/>
          <w:smallCaps w:val="0"/>
          <w:color w:val="000000" w:themeColor="text1"/>
        </w:rPr>
        <w:t>þ zajęcia w formie tradycyjnej lub z wykorzystaniem platformy Ms Teams</w:t>
      </w:r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0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4E87E83D" w:rsidR="0085747A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4DC5FB9C" w:rsidR="00C61DC5" w:rsidRPr="009C54AE" w:rsidRDefault="002E3C03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3F52683D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5775BA76" w:rsidR="0085747A" w:rsidRPr="009C54AE" w:rsidRDefault="002E3C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Przedsiębiorstwo międzynarodowe / Jerzy Czupiał.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9067E" w14:textId="77777777" w:rsidR="00473AB7" w:rsidRDefault="00473AB7" w:rsidP="00C16ABF">
      <w:pPr>
        <w:spacing w:after="0" w:line="240" w:lineRule="auto"/>
      </w:pPr>
      <w:r>
        <w:separator/>
      </w:r>
    </w:p>
  </w:endnote>
  <w:endnote w:type="continuationSeparator" w:id="0">
    <w:p w14:paraId="6434E2EF" w14:textId="77777777" w:rsidR="00473AB7" w:rsidRDefault="00473A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56540" w14:textId="77777777" w:rsidR="00473AB7" w:rsidRDefault="00473AB7" w:rsidP="00C16ABF">
      <w:pPr>
        <w:spacing w:after="0" w:line="240" w:lineRule="auto"/>
      </w:pPr>
      <w:r>
        <w:separator/>
      </w:r>
    </w:p>
  </w:footnote>
  <w:footnote w:type="continuationSeparator" w:id="0">
    <w:p w14:paraId="3FF70177" w14:textId="77777777" w:rsidR="00473AB7" w:rsidRDefault="00473AB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C0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AB7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28F2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F8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73AF7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0D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0A51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2CF3C4-1C5B-4B47-8B98-B96FD49EC9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CFB582-CD9F-4B8F-9A74-25D0DCE589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1135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14</cp:revision>
  <cp:lastPrinted>2019-02-06T12:12:00Z</cp:lastPrinted>
  <dcterms:created xsi:type="dcterms:W3CDTF">2021-01-19T09:35:00Z</dcterms:created>
  <dcterms:modified xsi:type="dcterms:W3CDTF">2021-11-03T05:34:00Z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